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CD350D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F835EF">
              <w:rPr>
                <w:rFonts w:ascii="Times New Roman" w:hAnsi="Times New Roman"/>
                <w:b/>
                <w:bCs/>
                <w:lang w:val="en-US"/>
              </w:rPr>
              <w:t>E</w:t>
            </w:r>
            <w:r w:rsidR="00050842">
              <w:rPr>
                <w:rFonts w:ascii="Times New Roman" w:hAnsi="Times New Roman"/>
                <w:b/>
                <w:bCs/>
                <w:lang w:val="en-US"/>
              </w:rPr>
              <w:t>4</w:t>
            </w:r>
            <w:r w:rsidR="007E79F3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F835EF" w:rsidRPr="00F835EF">
              <w:rPr>
                <w:rFonts w:ascii="Times New Roman" w:hAnsi="Times New Roman"/>
              </w:rPr>
              <w:t xml:space="preserve">Travaux de menuiseries bois, PVC, vitrerie </w:t>
            </w:r>
            <w:r w:rsidR="0043530A" w:rsidRPr="007F7F5F">
              <w:rPr>
                <w:rFonts w:ascii="Times New Roman" w:hAnsi="Times New Roman"/>
              </w:rPr>
              <w:t>sur les emprises soutenues par l</w:t>
            </w:r>
            <w:r w:rsidR="00A658A4">
              <w:rPr>
                <w:rFonts w:ascii="Times New Roman" w:hAnsi="Times New Roman"/>
              </w:rPr>
              <w:t>’</w:t>
            </w:r>
            <w:r w:rsidR="0043530A" w:rsidRPr="007F7F5F">
              <w:rPr>
                <w:rFonts w:ascii="Times New Roman" w:hAnsi="Times New Roman"/>
              </w:rPr>
              <w:t xml:space="preserve">USID </w:t>
            </w:r>
            <w:r w:rsidR="009239C9">
              <w:rPr>
                <w:rFonts w:ascii="Times New Roman" w:hAnsi="Times New Roman"/>
              </w:rPr>
              <w:t>d</w:t>
            </w:r>
            <w:r w:rsidR="00A658A4">
              <w:rPr>
                <w:rFonts w:ascii="Times New Roman" w:hAnsi="Times New Roman"/>
              </w:rPr>
              <w:t xml:space="preserve">e </w:t>
            </w:r>
            <w:r w:rsidR="00050842">
              <w:rPr>
                <w:rFonts w:ascii="Times New Roman" w:hAnsi="Times New Roman"/>
              </w:rPr>
              <w:t>Montlhéry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8D7E46" w:rsidRPr="00B07991" w:rsidRDefault="009F473C" w:rsidP="008A7352">
      <w:pPr>
        <w:pStyle w:val="Titre1"/>
        <w:spacing w:after="0"/>
        <w:rPr>
          <w:szCs w:val="22"/>
        </w:rPr>
      </w:pPr>
      <w:r w:rsidRPr="009F2C04">
        <w:rPr>
          <w:szCs w:val="22"/>
        </w:rPr>
        <w:lastRenderedPageBreak/>
        <w:t xml:space="preserve">NOTA </w:t>
      </w:r>
      <w:r w:rsidRPr="0070164A">
        <w:rPr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Cs w:val="22"/>
        </w:rPr>
        <w:t>2.5.</w:t>
      </w:r>
      <w:r w:rsidR="007F7F5F">
        <w:rPr>
          <w:szCs w:val="22"/>
        </w:rPr>
        <w:t>3</w:t>
      </w:r>
      <w:r w:rsidRPr="0070164A">
        <w:rPr>
          <w:szCs w:val="22"/>
        </w:rPr>
        <w:t xml:space="preserve"> du CCAP.</w:t>
      </w:r>
      <w:r w:rsidR="008D7E46"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990AFD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highlight w:val="yellow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au </w:t>
      </w:r>
      <w:r w:rsidRPr="00990AFD">
        <w:rPr>
          <w:rFonts w:ascii="Times New Roman" w:hAnsi="Times New Roman"/>
          <w:color w:val="000000"/>
          <w:lang w:eastAsia="fr-FR"/>
        </w:rPr>
        <w:t xml:space="preserve">montant de : </w:t>
      </w:r>
      <w:r w:rsidR="00990AFD" w:rsidRPr="00990AFD">
        <w:rPr>
          <w:rFonts w:ascii="Times New Roman" w:hAnsi="Times New Roman"/>
        </w:rPr>
        <w:t>1 083 333,33</w:t>
      </w:r>
      <w:r w:rsidR="00F96BE2" w:rsidRPr="00990AFD">
        <w:rPr>
          <w:rFonts w:ascii="Times New Roman" w:hAnsi="Times New Roman"/>
        </w:rPr>
        <w:t xml:space="preserve"> </w:t>
      </w:r>
      <w:r w:rsidR="00CD350D" w:rsidRPr="00990AFD">
        <w:rPr>
          <w:rFonts w:ascii="Times New Roman" w:hAnsi="Times New Roman"/>
        </w:rPr>
        <w:t xml:space="preserve">€ </w:t>
      </w:r>
      <w:r w:rsidRPr="00990AFD">
        <w:rPr>
          <w:rFonts w:ascii="Times New Roman" w:hAnsi="Times New Roman"/>
          <w:color w:val="000000"/>
          <w:lang w:eastAsia="fr-FR"/>
        </w:rPr>
        <w:t>HT.</w:t>
      </w:r>
    </w:p>
    <w:p w:rsidR="008B30D7" w:rsidRPr="002220AF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Modalités de </w:t>
      </w:r>
      <w:r w:rsidRPr="002220AF">
        <w:rPr>
          <w:szCs w:val="22"/>
        </w:rPr>
        <w:t xml:space="preserve">passation des commandes </w:t>
      </w:r>
    </w:p>
    <w:p w:rsidR="006874E1" w:rsidRPr="002220AF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2220AF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2220AF">
        <w:rPr>
          <w:rFonts w:ascii="Times New Roman" w:hAnsi="Times New Roman"/>
          <w:color w:val="000000"/>
          <w:lang w:eastAsia="fr-FR"/>
        </w:rPr>
        <w:t>2.4 du CCAP.</w:t>
      </w:r>
      <w:r w:rsidRPr="008B30D7">
        <w:rPr>
          <w:rFonts w:ascii="Times New Roman" w:hAnsi="Times New Roman"/>
          <w:color w:val="000000"/>
          <w:lang w:eastAsia="fr-FR"/>
        </w:rPr>
        <w:t xml:space="preserve">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2-5 - Rabais et remise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D35A2C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6874E1" w:rsidRDefault="006874E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2220AF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2220AF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2220AF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90AFD" w:rsidRDefault="00990AFD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715742" w:rsidRPr="0070164A" w:rsidRDefault="00715742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bookmarkStart w:id="1" w:name="_GoBack"/>
      <w:bookmarkEnd w:id="1"/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lastRenderedPageBreak/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15742">
      <w:rPr>
        <w:rStyle w:val="Numrodepage"/>
        <w:noProof/>
      </w:rPr>
      <w:t>7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50842"/>
    <w:rsid w:val="00067B67"/>
    <w:rsid w:val="000705D0"/>
    <w:rsid w:val="00077A6F"/>
    <w:rsid w:val="0009071F"/>
    <w:rsid w:val="00094B3A"/>
    <w:rsid w:val="000959B4"/>
    <w:rsid w:val="000A6596"/>
    <w:rsid w:val="000C5B76"/>
    <w:rsid w:val="000E0A05"/>
    <w:rsid w:val="000F6FB4"/>
    <w:rsid w:val="0012312C"/>
    <w:rsid w:val="001353E0"/>
    <w:rsid w:val="00142D21"/>
    <w:rsid w:val="00145E35"/>
    <w:rsid w:val="0015176A"/>
    <w:rsid w:val="001527BF"/>
    <w:rsid w:val="0019595F"/>
    <w:rsid w:val="001B5407"/>
    <w:rsid w:val="001B6F2B"/>
    <w:rsid w:val="001D0DD4"/>
    <w:rsid w:val="0021348C"/>
    <w:rsid w:val="00214BB5"/>
    <w:rsid w:val="002220AF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4246D"/>
    <w:rsid w:val="00357633"/>
    <w:rsid w:val="0036059C"/>
    <w:rsid w:val="003922DD"/>
    <w:rsid w:val="003A45C3"/>
    <w:rsid w:val="003A7F20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31CCC"/>
    <w:rsid w:val="0055357E"/>
    <w:rsid w:val="00560E81"/>
    <w:rsid w:val="00562EF1"/>
    <w:rsid w:val="005926BF"/>
    <w:rsid w:val="005D479A"/>
    <w:rsid w:val="005F5E9E"/>
    <w:rsid w:val="00604CEE"/>
    <w:rsid w:val="00616E8A"/>
    <w:rsid w:val="00651685"/>
    <w:rsid w:val="00677B4C"/>
    <w:rsid w:val="006874E1"/>
    <w:rsid w:val="0069550C"/>
    <w:rsid w:val="00695F7D"/>
    <w:rsid w:val="006A475A"/>
    <w:rsid w:val="0070164A"/>
    <w:rsid w:val="00707806"/>
    <w:rsid w:val="00715742"/>
    <w:rsid w:val="007214B0"/>
    <w:rsid w:val="00723B23"/>
    <w:rsid w:val="00742F85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E79F3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239C9"/>
    <w:rsid w:val="00934C11"/>
    <w:rsid w:val="00936733"/>
    <w:rsid w:val="009402C8"/>
    <w:rsid w:val="00940B4A"/>
    <w:rsid w:val="00952860"/>
    <w:rsid w:val="00964EBB"/>
    <w:rsid w:val="009723C4"/>
    <w:rsid w:val="00990AFD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658A4"/>
    <w:rsid w:val="00A75D18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1229C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661F4"/>
    <w:rsid w:val="00D8470C"/>
    <w:rsid w:val="00DA44F0"/>
    <w:rsid w:val="00DC3DD8"/>
    <w:rsid w:val="00DD0A75"/>
    <w:rsid w:val="00DD1DED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860FE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435B9"/>
    <w:rsid w:val="00F55463"/>
    <w:rsid w:val="00F56E12"/>
    <w:rsid w:val="00F835EF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7AAD5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1D152-ED7D-432A-9C9D-06BA8DC88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2</TotalTime>
  <Pages>7</Pages>
  <Words>1508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6</cp:revision>
  <cp:lastPrinted>2021-05-03T15:06:00Z</cp:lastPrinted>
  <dcterms:created xsi:type="dcterms:W3CDTF">2026-01-23T15:33:00Z</dcterms:created>
  <dcterms:modified xsi:type="dcterms:W3CDTF">2026-01-26T10:20:00Z</dcterms:modified>
</cp:coreProperties>
</file>